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D4E6E" w14:textId="77777777" w:rsidR="006E5D65" w:rsidRPr="00E52FD7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52FD7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D8678B" w:rsidRPr="00E52FD7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52FD7">
        <w:rPr>
          <w:rFonts w:ascii="Corbel" w:hAnsi="Corbel"/>
          <w:bCs/>
          <w:i/>
          <w:sz w:val="24"/>
          <w:szCs w:val="24"/>
        </w:rPr>
        <w:t>1.5</w:t>
      </w:r>
      <w:r w:rsidR="00D8678B" w:rsidRPr="00E52FD7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52FD7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E52FD7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52FD7">
        <w:rPr>
          <w:rFonts w:ascii="Corbel" w:hAnsi="Corbel"/>
          <w:bCs/>
          <w:i/>
          <w:sz w:val="24"/>
          <w:szCs w:val="24"/>
        </w:rPr>
        <w:t>12/2019</w:t>
      </w:r>
    </w:p>
    <w:p w14:paraId="62368EBA" w14:textId="77777777" w:rsidR="0085747A" w:rsidRPr="00E52FD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52FD7">
        <w:rPr>
          <w:rFonts w:ascii="Corbel" w:hAnsi="Corbel"/>
          <w:b/>
          <w:smallCaps/>
          <w:sz w:val="24"/>
          <w:szCs w:val="24"/>
        </w:rPr>
        <w:t>SYLABUS</w:t>
      </w:r>
    </w:p>
    <w:p w14:paraId="620E5B53" w14:textId="612DECB4" w:rsidR="0085747A" w:rsidRPr="009437D2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52FD7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437D2">
        <w:rPr>
          <w:rFonts w:ascii="Corbel" w:hAnsi="Corbel"/>
          <w:b/>
          <w:smallCaps/>
          <w:sz w:val="24"/>
          <w:szCs w:val="24"/>
        </w:rPr>
        <w:t>kształcenia</w:t>
      </w:r>
      <w:r w:rsidR="0085747A" w:rsidRPr="009437D2">
        <w:rPr>
          <w:rFonts w:ascii="Corbel" w:hAnsi="Corbel"/>
          <w:b/>
          <w:smallCaps/>
          <w:sz w:val="24"/>
          <w:szCs w:val="24"/>
        </w:rPr>
        <w:t xml:space="preserve"> </w:t>
      </w:r>
      <w:r w:rsidR="00F01C97" w:rsidRPr="00F01C97">
        <w:rPr>
          <w:rFonts w:ascii="Corbel" w:hAnsi="Corbel"/>
          <w:i/>
          <w:smallCaps/>
          <w:sz w:val="24"/>
          <w:szCs w:val="24"/>
        </w:rPr>
        <w:t>2021-2023</w:t>
      </w:r>
    </w:p>
    <w:p w14:paraId="5BD257B7" w14:textId="10D0D15E" w:rsidR="0085747A" w:rsidRPr="009437D2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437D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F01C97">
        <w:rPr>
          <w:rFonts w:ascii="Corbel" w:hAnsi="Corbel"/>
          <w:i/>
          <w:sz w:val="24"/>
          <w:szCs w:val="24"/>
        </w:rPr>
        <w:tab/>
      </w:r>
      <w:r w:rsidR="0085747A" w:rsidRPr="007D5CB2">
        <w:rPr>
          <w:rFonts w:ascii="Corbel" w:hAnsi="Corbel"/>
          <w:i/>
          <w:sz w:val="20"/>
          <w:szCs w:val="24"/>
        </w:rPr>
        <w:t>(skrajne daty</w:t>
      </w:r>
      <w:r w:rsidR="0085747A" w:rsidRPr="007D5CB2">
        <w:rPr>
          <w:rFonts w:ascii="Corbel" w:hAnsi="Corbel"/>
          <w:sz w:val="20"/>
          <w:szCs w:val="24"/>
        </w:rPr>
        <w:t>)</w:t>
      </w:r>
    </w:p>
    <w:p w14:paraId="2F7BFC25" w14:textId="64538406" w:rsidR="00445970" w:rsidRPr="00E52FD7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437D2">
        <w:rPr>
          <w:rFonts w:ascii="Corbel" w:hAnsi="Corbel"/>
          <w:sz w:val="24"/>
          <w:szCs w:val="24"/>
        </w:rPr>
        <w:tab/>
      </w:r>
      <w:r w:rsidRPr="009437D2">
        <w:rPr>
          <w:rFonts w:ascii="Corbel" w:hAnsi="Corbel"/>
          <w:sz w:val="24"/>
          <w:szCs w:val="24"/>
        </w:rPr>
        <w:tab/>
      </w:r>
      <w:r w:rsidRPr="009437D2">
        <w:rPr>
          <w:rFonts w:ascii="Corbel" w:hAnsi="Corbel"/>
          <w:sz w:val="24"/>
          <w:szCs w:val="24"/>
        </w:rPr>
        <w:tab/>
      </w:r>
      <w:r w:rsidRPr="009437D2">
        <w:rPr>
          <w:rFonts w:ascii="Corbel" w:hAnsi="Corbel"/>
          <w:sz w:val="24"/>
          <w:szCs w:val="24"/>
        </w:rPr>
        <w:tab/>
      </w:r>
      <w:r w:rsidR="00F01C97">
        <w:rPr>
          <w:rFonts w:ascii="Corbel" w:hAnsi="Corbel"/>
          <w:sz w:val="24"/>
          <w:szCs w:val="24"/>
        </w:rPr>
        <w:tab/>
      </w:r>
      <w:r w:rsidRPr="009437D2">
        <w:rPr>
          <w:rFonts w:ascii="Corbel" w:hAnsi="Corbel"/>
          <w:sz w:val="24"/>
          <w:szCs w:val="24"/>
        </w:rPr>
        <w:t xml:space="preserve">Rok akademicki </w:t>
      </w:r>
      <w:r w:rsidR="00F01C97" w:rsidRPr="00F01C97">
        <w:rPr>
          <w:rFonts w:ascii="Corbel" w:hAnsi="Corbel"/>
          <w:sz w:val="24"/>
          <w:szCs w:val="24"/>
        </w:rPr>
        <w:t>2022/2023</w:t>
      </w:r>
    </w:p>
    <w:p w14:paraId="4284EA2A" w14:textId="77777777" w:rsidR="0085747A" w:rsidRPr="00E5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18151E" w14:textId="77777777" w:rsidR="0085747A" w:rsidRPr="00E52FD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52FD7">
        <w:rPr>
          <w:rFonts w:ascii="Corbel" w:hAnsi="Corbel"/>
          <w:szCs w:val="24"/>
        </w:rPr>
        <w:t xml:space="preserve">1. </w:t>
      </w:r>
      <w:r w:rsidR="0085747A" w:rsidRPr="00E52FD7">
        <w:rPr>
          <w:rFonts w:ascii="Corbel" w:hAnsi="Corbel"/>
          <w:szCs w:val="24"/>
        </w:rPr>
        <w:t xml:space="preserve">Podstawowe </w:t>
      </w:r>
      <w:r w:rsidR="00445970" w:rsidRPr="00E52FD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52FD7" w14:paraId="03416411" w14:textId="77777777" w:rsidTr="00B819C8">
        <w:tc>
          <w:tcPr>
            <w:tcW w:w="2694" w:type="dxa"/>
            <w:vAlign w:val="center"/>
          </w:tcPr>
          <w:p w14:paraId="36EEDACB" w14:textId="77777777" w:rsidR="0085747A" w:rsidRPr="00E5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4C6EC0" w14:textId="77777777" w:rsidR="0085747A" w:rsidRPr="002A123C" w:rsidRDefault="008832B9" w:rsidP="00521C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proofErr w:type="spellStart"/>
            <w:r w:rsidRPr="002A123C">
              <w:rPr>
                <w:rFonts w:ascii="Corbel" w:hAnsi="Corbel"/>
                <w:b w:val="0"/>
                <w:bCs/>
                <w:sz w:val="24"/>
                <w:szCs w:val="24"/>
              </w:rPr>
              <w:t>Comparative</w:t>
            </w:r>
            <w:proofErr w:type="spellEnd"/>
            <w:r w:rsidRPr="002A123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2A123C">
              <w:rPr>
                <w:rFonts w:ascii="Corbel" w:hAnsi="Corbel"/>
                <w:b w:val="0"/>
                <w:bCs/>
                <w:sz w:val="24"/>
                <w:szCs w:val="24"/>
              </w:rPr>
              <w:t>social</w:t>
            </w:r>
            <w:proofErr w:type="spellEnd"/>
            <w:r w:rsidRPr="002A123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2A123C">
              <w:rPr>
                <w:rFonts w:ascii="Corbel" w:hAnsi="Corbel"/>
                <w:b w:val="0"/>
                <w:bCs/>
                <w:sz w:val="24"/>
                <w:szCs w:val="24"/>
              </w:rPr>
              <w:t>policies</w:t>
            </w:r>
            <w:proofErr w:type="spellEnd"/>
          </w:p>
        </w:tc>
      </w:tr>
      <w:tr w:rsidR="0085747A" w:rsidRPr="00E52FD7" w14:paraId="7EBD2098" w14:textId="77777777" w:rsidTr="00B819C8">
        <w:tc>
          <w:tcPr>
            <w:tcW w:w="2694" w:type="dxa"/>
            <w:vAlign w:val="center"/>
          </w:tcPr>
          <w:p w14:paraId="7EA88902" w14:textId="77777777" w:rsidR="0085747A" w:rsidRPr="00E5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52FD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29D11B5" w14:textId="12FA5B67" w:rsidR="0085747A" w:rsidRPr="00E52FD7" w:rsidRDefault="00EE7D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P2S[4]F_</w:t>
            </w:r>
            <w:r w:rsidR="008832B9" w:rsidRPr="008832B9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="00591289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E52FD7" w14:paraId="7D7A6C16" w14:textId="77777777" w:rsidTr="00B819C8">
        <w:tc>
          <w:tcPr>
            <w:tcW w:w="2694" w:type="dxa"/>
            <w:vAlign w:val="center"/>
          </w:tcPr>
          <w:p w14:paraId="3898713D" w14:textId="77777777" w:rsidR="0085747A" w:rsidRPr="00E52FD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E52FD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3CFB1D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E52FD7" w14:paraId="7F67CF56" w14:textId="77777777" w:rsidTr="00B819C8">
        <w:tc>
          <w:tcPr>
            <w:tcW w:w="2694" w:type="dxa"/>
            <w:vAlign w:val="center"/>
          </w:tcPr>
          <w:p w14:paraId="5C917F0D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4C407B0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52FD7" w14:paraId="39FF97F3" w14:textId="77777777" w:rsidTr="00B819C8">
        <w:tc>
          <w:tcPr>
            <w:tcW w:w="2694" w:type="dxa"/>
            <w:vAlign w:val="center"/>
          </w:tcPr>
          <w:p w14:paraId="4C8A25BB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AD64AC7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E52FD7" w14:paraId="69D5709B" w14:textId="77777777" w:rsidTr="00B819C8">
        <w:tc>
          <w:tcPr>
            <w:tcW w:w="2694" w:type="dxa"/>
            <w:vAlign w:val="center"/>
          </w:tcPr>
          <w:p w14:paraId="1D750F3C" w14:textId="77777777" w:rsidR="0085747A" w:rsidRPr="00E52FD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D62EFD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E52FD7" w14:paraId="7558639C" w14:textId="77777777" w:rsidTr="00B819C8">
        <w:tc>
          <w:tcPr>
            <w:tcW w:w="2694" w:type="dxa"/>
            <w:vAlign w:val="center"/>
          </w:tcPr>
          <w:p w14:paraId="3C4DDC33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056DF7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52FD7" w14:paraId="0D773907" w14:textId="77777777" w:rsidTr="00B819C8">
        <w:tc>
          <w:tcPr>
            <w:tcW w:w="2694" w:type="dxa"/>
            <w:vAlign w:val="center"/>
          </w:tcPr>
          <w:p w14:paraId="5AF2516E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D2AC93F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52FD7" w14:paraId="56C62CCB" w14:textId="77777777" w:rsidTr="00B819C8">
        <w:tc>
          <w:tcPr>
            <w:tcW w:w="2694" w:type="dxa"/>
            <w:vAlign w:val="center"/>
          </w:tcPr>
          <w:p w14:paraId="31D36B6E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52FD7">
              <w:rPr>
                <w:rFonts w:ascii="Corbel" w:hAnsi="Corbel"/>
                <w:sz w:val="24"/>
                <w:szCs w:val="24"/>
              </w:rPr>
              <w:t>/y</w:t>
            </w:r>
            <w:r w:rsidRPr="00E52FD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6CD230B" w14:textId="77777777" w:rsidR="0085747A" w:rsidRPr="00E52FD7" w:rsidRDefault="008832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IV</w:t>
            </w:r>
          </w:p>
        </w:tc>
      </w:tr>
      <w:tr w:rsidR="0085747A" w:rsidRPr="00E52FD7" w14:paraId="6353829B" w14:textId="77777777" w:rsidTr="00B819C8">
        <w:tc>
          <w:tcPr>
            <w:tcW w:w="2694" w:type="dxa"/>
            <w:vAlign w:val="center"/>
          </w:tcPr>
          <w:p w14:paraId="0BB152BF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C02B8D" w14:textId="2926A1DA" w:rsidR="0085747A" w:rsidRPr="00E52FD7" w:rsidRDefault="003F02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E52FD7" w14:paraId="4A0DAE72" w14:textId="77777777" w:rsidTr="00B819C8">
        <w:tc>
          <w:tcPr>
            <w:tcW w:w="2694" w:type="dxa"/>
            <w:vAlign w:val="center"/>
          </w:tcPr>
          <w:p w14:paraId="15C671F7" w14:textId="77777777" w:rsidR="00923D7D" w:rsidRPr="00E52FD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0EDBA8" w14:textId="77777777" w:rsidR="00923D7D" w:rsidRPr="00E52FD7" w:rsidRDefault="008832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angielski</w:t>
            </w:r>
          </w:p>
        </w:tc>
      </w:tr>
      <w:tr w:rsidR="0085747A" w:rsidRPr="00E52FD7" w14:paraId="08618D5B" w14:textId="77777777" w:rsidTr="00B819C8">
        <w:tc>
          <w:tcPr>
            <w:tcW w:w="2694" w:type="dxa"/>
            <w:vAlign w:val="center"/>
          </w:tcPr>
          <w:p w14:paraId="09EA3358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8C067F8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E52FD7" w14:paraId="6B09BA7B" w14:textId="77777777" w:rsidTr="00B819C8">
        <w:tc>
          <w:tcPr>
            <w:tcW w:w="2694" w:type="dxa"/>
            <w:vAlign w:val="center"/>
          </w:tcPr>
          <w:p w14:paraId="2178A411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3AE902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14:paraId="6F43E8D5" w14:textId="77777777" w:rsidR="0085747A" w:rsidRPr="00E52FD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 xml:space="preserve">* </w:t>
      </w:r>
      <w:r w:rsidRPr="00E52FD7">
        <w:rPr>
          <w:rFonts w:ascii="Corbel" w:hAnsi="Corbel"/>
          <w:i/>
          <w:sz w:val="24"/>
          <w:szCs w:val="24"/>
        </w:rPr>
        <w:t>-</w:t>
      </w:r>
      <w:r w:rsidR="00B90885" w:rsidRPr="00E52FD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52FD7">
        <w:rPr>
          <w:rFonts w:ascii="Corbel" w:hAnsi="Corbel"/>
          <w:b w:val="0"/>
          <w:sz w:val="24"/>
          <w:szCs w:val="24"/>
        </w:rPr>
        <w:t>e,</w:t>
      </w:r>
      <w:r w:rsidRPr="00E52FD7">
        <w:rPr>
          <w:rFonts w:ascii="Corbel" w:hAnsi="Corbel"/>
          <w:i/>
          <w:sz w:val="24"/>
          <w:szCs w:val="24"/>
        </w:rPr>
        <w:t xml:space="preserve"> </w:t>
      </w:r>
      <w:r w:rsidRPr="00E52FD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52FD7">
        <w:rPr>
          <w:rFonts w:ascii="Corbel" w:hAnsi="Corbel"/>
          <w:b w:val="0"/>
          <w:i/>
          <w:sz w:val="24"/>
          <w:szCs w:val="24"/>
        </w:rPr>
        <w:t>w Jednostce</w:t>
      </w:r>
    </w:p>
    <w:p w14:paraId="38F8CF05" w14:textId="77777777" w:rsidR="0085747A" w:rsidRPr="00E52FD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>1.</w:t>
      </w:r>
      <w:r w:rsidR="00E22FBC" w:rsidRPr="00E52FD7">
        <w:rPr>
          <w:rFonts w:ascii="Corbel" w:hAnsi="Corbel"/>
          <w:sz w:val="24"/>
          <w:szCs w:val="24"/>
        </w:rPr>
        <w:t>1</w:t>
      </w:r>
      <w:r w:rsidRPr="00E52FD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C2ABA99" w14:textId="77777777" w:rsidR="00923D7D" w:rsidRPr="00E52FD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52FD7" w14:paraId="701CD5C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559DF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Semestr</w:t>
            </w:r>
          </w:p>
          <w:p w14:paraId="55959521" w14:textId="77777777" w:rsidR="00015B8F" w:rsidRPr="00E52FD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(</w:t>
            </w:r>
            <w:r w:rsidR="00363F78" w:rsidRPr="00E52FD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6FA03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2FD7">
              <w:rPr>
                <w:rFonts w:ascii="Corbel" w:hAnsi="Corbel"/>
                <w:szCs w:val="24"/>
              </w:rPr>
              <w:t>Wykł</w:t>
            </w:r>
            <w:proofErr w:type="spellEnd"/>
            <w:r w:rsidRPr="00E5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23BED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1D016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2FD7">
              <w:rPr>
                <w:rFonts w:ascii="Corbel" w:hAnsi="Corbel"/>
                <w:szCs w:val="24"/>
              </w:rPr>
              <w:t>Konw</w:t>
            </w:r>
            <w:proofErr w:type="spellEnd"/>
            <w:r w:rsidRPr="00E5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89F6E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04B9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2FD7">
              <w:rPr>
                <w:rFonts w:ascii="Corbel" w:hAnsi="Corbel"/>
                <w:szCs w:val="24"/>
              </w:rPr>
              <w:t>Sem</w:t>
            </w:r>
            <w:proofErr w:type="spellEnd"/>
            <w:r w:rsidRPr="00E5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6E4CD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48422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2FD7">
              <w:rPr>
                <w:rFonts w:ascii="Corbel" w:hAnsi="Corbel"/>
                <w:szCs w:val="24"/>
              </w:rPr>
              <w:t>Prakt</w:t>
            </w:r>
            <w:proofErr w:type="spellEnd"/>
            <w:r w:rsidRPr="00E5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DE956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D720C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52FD7">
              <w:rPr>
                <w:rFonts w:ascii="Corbel" w:hAnsi="Corbel"/>
                <w:b/>
                <w:szCs w:val="24"/>
              </w:rPr>
              <w:t>Liczba pkt</w:t>
            </w:r>
            <w:r w:rsidR="00B90885" w:rsidRPr="00E52FD7">
              <w:rPr>
                <w:rFonts w:ascii="Corbel" w:hAnsi="Corbel"/>
                <w:b/>
                <w:szCs w:val="24"/>
              </w:rPr>
              <w:t>.</w:t>
            </w:r>
            <w:r w:rsidRPr="00E52FD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52FD7" w14:paraId="4CC4C2F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12B14" w14:textId="77777777" w:rsidR="00015B8F" w:rsidRPr="00E52FD7" w:rsidRDefault="008832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E6046" w14:textId="7F381AFF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05E9A" w14:textId="2670AC4A" w:rsidR="00015B8F" w:rsidRPr="00E52FD7" w:rsidRDefault="00DD35D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A3FD8" w14:textId="77777777" w:rsidR="00015B8F" w:rsidRPr="00E52FD7" w:rsidRDefault="008832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00BB9" w14:textId="4B8E4BE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E9245" w14:textId="2D02BF86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E47A5" w14:textId="5D7A5304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F51F8" w14:textId="38CFAA6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86671" w14:textId="11C9051E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EE49A" w14:textId="77777777" w:rsidR="00015B8F" w:rsidRPr="00E52FD7" w:rsidRDefault="008832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5BFB6F1" w14:textId="77777777" w:rsidR="00923D7D" w:rsidRPr="00E52FD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6DA0FC5" w14:textId="77777777" w:rsidR="0085747A" w:rsidRPr="00E52FD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>1.</w:t>
      </w:r>
      <w:r w:rsidR="00E22FBC" w:rsidRPr="00E52FD7">
        <w:rPr>
          <w:rFonts w:ascii="Corbel" w:hAnsi="Corbel"/>
          <w:smallCaps w:val="0"/>
          <w:szCs w:val="24"/>
        </w:rPr>
        <w:t>2</w:t>
      </w:r>
      <w:r w:rsidR="00F83B28" w:rsidRPr="00E52FD7">
        <w:rPr>
          <w:rFonts w:ascii="Corbel" w:hAnsi="Corbel"/>
          <w:smallCaps w:val="0"/>
          <w:szCs w:val="24"/>
        </w:rPr>
        <w:t>.</w:t>
      </w:r>
      <w:r w:rsidR="00F83B28" w:rsidRPr="00E52FD7">
        <w:rPr>
          <w:rFonts w:ascii="Corbel" w:hAnsi="Corbel"/>
          <w:smallCaps w:val="0"/>
          <w:szCs w:val="24"/>
        </w:rPr>
        <w:tab/>
      </w:r>
      <w:r w:rsidRPr="00E52FD7">
        <w:rPr>
          <w:rFonts w:ascii="Corbel" w:hAnsi="Corbel"/>
          <w:smallCaps w:val="0"/>
          <w:szCs w:val="24"/>
        </w:rPr>
        <w:t xml:space="preserve">Sposób realizacji zajęć  </w:t>
      </w:r>
    </w:p>
    <w:p w14:paraId="1D5707C8" w14:textId="77777777" w:rsidR="00F01C97" w:rsidRDefault="00F01C97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i/>
          <w:szCs w:val="24"/>
        </w:rPr>
      </w:pPr>
      <w:r>
        <w:rPr>
          <w:rFonts w:ascii="MS Gothic" w:eastAsia="MS Gothic" w:hAnsi="MS Gothic" w:cs="MS Gothic"/>
          <w:i/>
          <w:szCs w:val="24"/>
        </w:rPr>
        <w:t xml:space="preserve"> </w:t>
      </w:r>
    </w:p>
    <w:p w14:paraId="569BD8B3" w14:textId="663F16B5" w:rsidR="0085747A" w:rsidRPr="00E52FD7" w:rsidRDefault="00C4605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A123C">
        <w:rPr>
          <w:rFonts w:ascii="MS Gothic" w:eastAsia="MS Gothic" w:hAnsi="MS Gothic" w:cs="MS Gothic"/>
          <w:b w:val="0"/>
          <w:bCs/>
          <w:iCs/>
          <w:szCs w:val="24"/>
        </w:rPr>
        <w:t>X</w:t>
      </w:r>
      <w:r w:rsidR="0085747A" w:rsidRPr="002A123C">
        <w:rPr>
          <w:rFonts w:ascii="Corbel" w:hAnsi="Corbel"/>
          <w:b w:val="0"/>
          <w:bCs/>
          <w:iCs/>
          <w:smallCaps w:val="0"/>
          <w:szCs w:val="24"/>
        </w:rPr>
        <w:t xml:space="preserve"> </w:t>
      </w:r>
      <w:r w:rsidR="0085747A" w:rsidRPr="00E52FD7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3D52697" w14:textId="77777777" w:rsidR="0085747A" w:rsidRPr="00E52FD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52FD7">
        <w:rPr>
          <w:rFonts w:ascii="MS Gothic" w:eastAsia="MS Gothic" w:hAnsi="MS Gothic" w:cs="MS Gothic" w:hint="eastAsia"/>
          <w:b w:val="0"/>
          <w:szCs w:val="24"/>
        </w:rPr>
        <w:t>☐</w:t>
      </w:r>
      <w:r w:rsidRPr="00E52FD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3364759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5BE8AA" w14:textId="77777777" w:rsidR="00E22FBC" w:rsidRPr="00E52FD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1.3 </w:t>
      </w:r>
      <w:r w:rsidR="00F83B28" w:rsidRPr="00E52FD7">
        <w:rPr>
          <w:rFonts w:ascii="Corbel" w:hAnsi="Corbel"/>
          <w:smallCaps w:val="0"/>
          <w:szCs w:val="24"/>
        </w:rPr>
        <w:tab/>
      </w:r>
      <w:r w:rsidRPr="00E52FD7">
        <w:rPr>
          <w:rFonts w:ascii="Corbel" w:hAnsi="Corbel"/>
          <w:smallCaps w:val="0"/>
          <w:szCs w:val="24"/>
        </w:rPr>
        <w:t>For</w:t>
      </w:r>
      <w:r w:rsidR="00445970" w:rsidRPr="00E52FD7">
        <w:rPr>
          <w:rFonts w:ascii="Corbel" w:hAnsi="Corbel"/>
          <w:smallCaps w:val="0"/>
          <w:szCs w:val="24"/>
        </w:rPr>
        <w:t xml:space="preserve">ma zaliczenia przedmiotu </w:t>
      </w:r>
      <w:r w:rsidRPr="00E52FD7">
        <w:rPr>
          <w:rFonts w:ascii="Corbel" w:hAnsi="Corbel"/>
          <w:smallCaps w:val="0"/>
          <w:szCs w:val="24"/>
        </w:rPr>
        <w:t xml:space="preserve"> (z toku) </w:t>
      </w:r>
      <w:r w:rsidRPr="00E52FD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1B9839A" w14:textId="77777777" w:rsidR="00F01C97" w:rsidRDefault="00F01C9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F99899" w14:textId="2ED237F5" w:rsidR="009C54AE" w:rsidRPr="00E52FD7" w:rsidRDefault="00C4605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E52FD7">
        <w:rPr>
          <w:rFonts w:ascii="Corbel" w:hAnsi="Corbel"/>
          <w:b w:val="0"/>
          <w:szCs w:val="24"/>
        </w:rPr>
        <w:t>zaliczenie z oceną</w:t>
      </w:r>
    </w:p>
    <w:p w14:paraId="2660136E" w14:textId="77777777" w:rsidR="00E960BB" w:rsidRPr="00E52FD7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D62187" w14:textId="54FA7D5E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52FD7">
        <w:rPr>
          <w:rFonts w:ascii="Corbel" w:hAnsi="Corbel"/>
          <w:szCs w:val="24"/>
        </w:rPr>
        <w:t xml:space="preserve">2.Wymagania wstępne </w:t>
      </w:r>
    </w:p>
    <w:p w14:paraId="28A8517F" w14:textId="77777777" w:rsidR="00F01C97" w:rsidRPr="00E52FD7" w:rsidRDefault="00F01C9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52FD7" w14:paraId="485189CC" w14:textId="77777777" w:rsidTr="00745302">
        <w:tc>
          <w:tcPr>
            <w:tcW w:w="9670" w:type="dxa"/>
          </w:tcPr>
          <w:p w14:paraId="78C212A0" w14:textId="67D5FF40" w:rsidR="0085747A" w:rsidRPr="00E52FD7" w:rsidRDefault="008832B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angielskiego umożliwiająca lekturę tekstów i komunikowanie na zajęciach</w:t>
            </w:r>
            <w:r w:rsidR="002A12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7B2032B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47A8D9" w14:textId="77777777" w:rsidR="00FE6681" w:rsidRPr="00E52FD7" w:rsidRDefault="00FE668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255031" w14:textId="77777777" w:rsidR="0085747A" w:rsidRPr="00E52FD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52FD7">
        <w:rPr>
          <w:rFonts w:ascii="Corbel" w:hAnsi="Corbel"/>
          <w:szCs w:val="24"/>
        </w:rPr>
        <w:lastRenderedPageBreak/>
        <w:t>3.</w:t>
      </w:r>
      <w:r w:rsidR="0085747A" w:rsidRPr="00E52FD7">
        <w:rPr>
          <w:rFonts w:ascii="Corbel" w:hAnsi="Corbel"/>
          <w:szCs w:val="24"/>
        </w:rPr>
        <w:t xml:space="preserve"> </w:t>
      </w:r>
      <w:r w:rsidR="00A84C85" w:rsidRPr="00E52FD7">
        <w:rPr>
          <w:rFonts w:ascii="Corbel" w:hAnsi="Corbel"/>
          <w:szCs w:val="24"/>
        </w:rPr>
        <w:t>cele, efekty uczenia się</w:t>
      </w:r>
      <w:r w:rsidR="0085747A" w:rsidRPr="00E52FD7">
        <w:rPr>
          <w:rFonts w:ascii="Corbel" w:hAnsi="Corbel"/>
          <w:szCs w:val="24"/>
        </w:rPr>
        <w:t xml:space="preserve"> , treści Programowe i stosowane metody Dydaktyczne</w:t>
      </w:r>
    </w:p>
    <w:p w14:paraId="6F824CF4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CF0EB8" w14:textId="77777777" w:rsidR="0085747A" w:rsidRPr="00E52FD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 xml:space="preserve">3.1 </w:t>
      </w:r>
      <w:r w:rsidR="00C05F44" w:rsidRPr="00E52FD7">
        <w:rPr>
          <w:rFonts w:ascii="Corbel" w:hAnsi="Corbel"/>
          <w:sz w:val="24"/>
          <w:szCs w:val="24"/>
        </w:rPr>
        <w:t>Cele przedmiotu</w:t>
      </w:r>
    </w:p>
    <w:p w14:paraId="4674A034" w14:textId="77777777" w:rsidR="00F83B28" w:rsidRPr="00E52FD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D35D6" w:rsidRPr="00E52FD7" w14:paraId="28835ACE" w14:textId="77777777" w:rsidTr="00A35AB3">
        <w:tc>
          <w:tcPr>
            <w:tcW w:w="851" w:type="dxa"/>
            <w:vAlign w:val="center"/>
          </w:tcPr>
          <w:p w14:paraId="0332D25F" w14:textId="77777777" w:rsidR="00DD35D6" w:rsidRPr="00E52FD7" w:rsidRDefault="00DD35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4FBD3411" w14:textId="77777777" w:rsidR="00DD35D6" w:rsidRPr="00E52FD7" w:rsidRDefault="008832B9" w:rsidP="0059341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 </w:t>
            </w:r>
            <w:r w:rsidR="00474445">
              <w:rPr>
                <w:rFonts w:ascii="Corbel" w:hAnsi="Corbel"/>
                <w:sz w:val="24"/>
                <w:szCs w:val="24"/>
              </w:rPr>
              <w:t xml:space="preserve">różnymi </w:t>
            </w:r>
            <w:r>
              <w:rPr>
                <w:rFonts w:ascii="Corbel" w:hAnsi="Corbel"/>
                <w:sz w:val="24"/>
                <w:szCs w:val="24"/>
              </w:rPr>
              <w:t>modelami polityki społecznej</w:t>
            </w:r>
            <w:r w:rsidR="009437D2">
              <w:rPr>
                <w:rFonts w:ascii="Corbel" w:hAnsi="Corbel"/>
                <w:sz w:val="24"/>
                <w:szCs w:val="24"/>
              </w:rPr>
              <w:t>, w tym w szczególności</w:t>
            </w:r>
            <w:r>
              <w:rPr>
                <w:rFonts w:ascii="Corbel" w:hAnsi="Corbel"/>
                <w:sz w:val="24"/>
                <w:szCs w:val="24"/>
              </w:rPr>
              <w:t xml:space="preserve"> w UE</w:t>
            </w:r>
          </w:p>
        </w:tc>
      </w:tr>
      <w:tr w:rsidR="00DD35D6" w:rsidRPr="00E52FD7" w14:paraId="0513F789" w14:textId="77777777" w:rsidTr="00A35AB3">
        <w:tc>
          <w:tcPr>
            <w:tcW w:w="851" w:type="dxa"/>
            <w:vAlign w:val="center"/>
          </w:tcPr>
          <w:p w14:paraId="523F4728" w14:textId="77777777" w:rsidR="00DD35D6" w:rsidRPr="00E52FD7" w:rsidRDefault="00DD35D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6099BDD1" w14:textId="77777777" w:rsidR="00DD35D6" w:rsidRPr="00E52FD7" w:rsidRDefault="008832B9" w:rsidP="00DD35D6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Krytyczna analiza różnych rozwiązań polityki społecznej</w:t>
            </w:r>
          </w:p>
        </w:tc>
      </w:tr>
    </w:tbl>
    <w:p w14:paraId="6A0BF8DE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573C08" w14:textId="77777777" w:rsidR="001D7B54" w:rsidRPr="00E52FD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b/>
          <w:sz w:val="24"/>
          <w:szCs w:val="24"/>
        </w:rPr>
        <w:t xml:space="preserve">3.2 </w:t>
      </w:r>
      <w:r w:rsidR="001D7B54" w:rsidRPr="00E52FD7">
        <w:rPr>
          <w:rFonts w:ascii="Corbel" w:hAnsi="Corbel"/>
          <w:b/>
          <w:sz w:val="24"/>
          <w:szCs w:val="24"/>
        </w:rPr>
        <w:t xml:space="preserve">Efekty </w:t>
      </w:r>
      <w:r w:rsidR="00C05F44" w:rsidRPr="00E52FD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52FD7">
        <w:rPr>
          <w:rFonts w:ascii="Corbel" w:hAnsi="Corbel"/>
          <w:b/>
          <w:sz w:val="24"/>
          <w:szCs w:val="24"/>
        </w:rPr>
        <w:t>dla przedmiotu</w:t>
      </w:r>
      <w:r w:rsidR="00445970" w:rsidRPr="00E52FD7">
        <w:rPr>
          <w:rFonts w:ascii="Corbel" w:hAnsi="Corbel"/>
          <w:sz w:val="24"/>
          <w:szCs w:val="24"/>
        </w:rPr>
        <w:t xml:space="preserve"> </w:t>
      </w:r>
    </w:p>
    <w:p w14:paraId="75A6E182" w14:textId="77777777" w:rsidR="001D7B54" w:rsidRPr="00E52FD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E52FD7" w14:paraId="23E8F3B2" w14:textId="77777777" w:rsidTr="0071620A">
        <w:tc>
          <w:tcPr>
            <w:tcW w:w="1701" w:type="dxa"/>
            <w:vAlign w:val="center"/>
          </w:tcPr>
          <w:p w14:paraId="1E2639EE" w14:textId="77777777" w:rsidR="0085747A" w:rsidRPr="00E5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52FD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52FD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B89231F" w14:textId="77777777" w:rsidR="0085747A" w:rsidRPr="00E5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71536EE" w14:textId="77777777" w:rsidR="0085747A" w:rsidRPr="00E5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52FD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52FD7" w14:paraId="4BCB030C" w14:textId="77777777" w:rsidTr="009437D2">
        <w:tc>
          <w:tcPr>
            <w:tcW w:w="1701" w:type="dxa"/>
            <w:vAlign w:val="center"/>
          </w:tcPr>
          <w:p w14:paraId="3AD9C616" w14:textId="77777777" w:rsidR="0085747A" w:rsidRPr="00E52FD7" w:rsidRDefault="0085747A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14:paraId="4F910C56" w14:textId="77777777" w:rsidR="0085747A" w:rsidRPr="00E52FD7" w:rsidRDefault="009437D2" w:rsidP="002A123C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9437D2">
              <w:rPr>
                <w:rFonts w:ascii="Corbel" w:hAnsi="Corbel"/>
                <w:sz w:val="24"/>
                <w:szCs w:val="24"/>
              </w:rPr>
              <w:t>Student zna i rozumie różnice pomiędzy różnymi sposobami organizacji polityki społecznej w UE i na świecie</w:t>
            </w:r>
          </w:p>
        </w:tc>
        <w:tc>
          <w:tcPr>
            <w:tcW w:w="1873" w:type="dxa"/>
            <w:vAlign w:val="center"/>
          </w:tcPr>
          <w:p w14:paraId="0A9330FD" w14:textId="1B236151" w:rsidR="0085747A" w:rsidRPr="00E52FD7" w:rsidRDefault="008832B9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702D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85747A" w:rsidRPr="00E52FD7" w14:paraId="46A8F89A" w14:textId="77777777" w:rsidTr="009437D2">
        <w:tc>
          <w:tcPr>
            <w:tcW w:w="1701" w:type="dxa"/>
            <w:vAlign w:val="center"/>
          </w:tcPr>
          <w:p w14:paraId="4640B27C" w14:textId="77777777" w:rsidR="0085747A" w:rsidRPr="00E52FD7" w:rsidRDefault="0085747A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14:paraId="3B0C11B2" w14:textId="77777777" w:rsidR="0085747A" w:rsidRPr="00E52FD7" w:rsidRDefault="009437D2" w:rsidP="002A12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437D2">
              <w:rPr>
                <w:rFonts w:ascii="Corbel" w:hAnsi="Corbel"/>
                <w:b w:val="0"/>
                <w:smallCaps w:val="0"/>
                <w:szCs w:val="24"/>
              </w:rPr>
              <w:t xml:space="preserve">Student potrafi krytycznie analizować różne modele polityki społecznej korzystając z literatury anglojęzycznej i argumentować za konkretnymi rozwiązaniami  </w:t>
            </w:r>
          </w:p>
        </w:tc>
        <w:tc>
          <w:tcPr>
            <w:tcW w:w="1873" w:type="dxa"/>
            <w:vAlign w:val="center"/>
          </w:tcPr>
          <w:p w14:paraId="590F9A8D" w14:textId="5CCB58C0" w:rsidR="0085747A" w:rsidRPr="00E52FD7" w:rsidRDefault="008832B9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702D5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03, K_</w:t>
            </w:r>
            <w:r w:rsidR="00F702D5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16</w:t>
            </w:r>
          </w:p>
        </w:tc>
      </w:tr>
      <w:tr w:rsidR="0085747A" w:rsidRPr="00E52FD7" w14:paraId="6E60D795" w14:textId="77777777" w:rsidTr="009437D2">
        <w:tc>
          <w:tcPr>
            <w:tcW w:w="1701" w:type="dxa"/>
            <w:vAlign w:val="center"/>
          </w:tcPr>
          <w:p w14:paraId="5B55FC91" w14:textId="77777777" w:rsidR="0085747A" w:rsidRPr="00E52FD7" w:rsidRDefault="00DD35D6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shd w:val="clear" w:color="auto" w:fill="FFFFFF" w:themeFill="background1"/>
          </w:tcPr>
          <w:p w14:paraId="0CC7319A" w14:textId="77777777" w:rsidR="0085747A" w:rsidRPr="00E52FD7" w:rsidRDefault="009437D2" w:rsidP="002A12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437D2">
              <w:rPr>
                <w:rFonts w:ascii="Corbel" w:hAnsi="Corbel"/>
                <w:b w:val="0"/>
                <w:smallCaps w:val="0"/>
                <w:szCs w:val="24"/>
              </w:rPr>
              <w:t>Student jest gotów do  krytycznego rozstrzygania kwestii etycznych związanych z projektowanie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9437D2">
              <w:rPr>
                <w:rFonts w:ascii="Corbel" w:hAnsi="Corbel"/>
                <w:b w:val="0"/>
                <w:smallCaps w:val="0"/>
                <w:szCs w:val="24"/>
              </w:rPr>
              <w:t xml:space="preserve"> polityki społecznej</w:t>
            </w:r>
          </w:p>
        </w:tc>
        <w:tc>
          <w:tcPr>
            <w:tcW w:w="1873" w:type="dxa"/>
            <w:vAlign w:val="center"/>
          </w:tcPr>
          <w:p w14:paraId="50C69C23" w14:textId="5636EA4D" w:rsidR="0085747A" w:rsidRPr="00E52FD7" w:rsidRDefault="008832B9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702D5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14:paraId="143B6C69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BAC698" w14:textId="77777777" w:rsidR="0085747A" w:rsidRPr="00E52FD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52FD7">
        <w:rPr>
          <w:rFonts w:ascii="Corbel" w:hAnsi="Corbel"/>
          <w:b/>
          <w:sz w:val="24"/>
          <w:szCs w:val="24"/>
        </w:rPr>
        <w:t>3.3</w:t>
      </w:r>
      <w:r w:rsidR="001D7B54" w:rsidRPr="00E52FD7">
        <w:rPr>
          <w:rFonts w:ascii="Corbel" w:hAnsi="Corbel"/>
          <w:b/>
          <w:sz w:val="24"/>
          <w:szCs w:val="24"/>
        </w:rPr>
        <w:t xml:space="preserve"> </w:t>
      </w:r>
      <w:r w:rsidR="0085747A" w:rsidRPr="00E52FD7">
        <w:rPr>
          <w:rFonts w:ascii="Corbel" w:hAnsi="Corbel"/>
          <w:b/>
          <w:sz w:val="24"/>
          <w:szCs w:val="24"/>
        </w:rPr>
        <w:t>T</w:t>
      </w:r>
      <w:r w:rsidR="001D7B54" w:rsidRPr="00E52FD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52FD7">
        <w:rPr>
          <w:rFonts w:ascii="Corbel" w:hAnsi="Corbel"/>
          <w:sz w:val="24"/>
          <w:szCs w:val="24"/>
        </w:rPr>
        <w:t xml:space="preserve">  </w:t>
      </w:r>
    </w:p>
    <w:p w14:paraId="066195E1" w14:textId="77777777" w:rsidR="0085747A" w:rsidRPr="00E52FD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 xml:space="preserve">Problematyka wykładu </w:t>
      </w:r>
    </w:p>
    <w:p w14:paraId="68BF985A" w14:textId="77777777" w:rsidR="00675843" w:rsidRPr="00E52FD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52FD7" w14:paraId="77564158" w14:textId="77777777" w:rsidTr="00F01C97">
        <w:tc>
          <w:tcPr>
            <w:tcW w:w="9520" w:type="dxa"/>
          </w:tcPr>
          <w:p w14:paraId="194496B4" w14:textId="77777777" w:rsidR="0085747A" w:rsidRPr="00E52FD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52FD7" w14:paraId="32483287" w14:textId="77777777" w:rsidTr="00F01C97">
        <w:tc>
          <w:tcPr>
            <w:tcW w:w="9520" w:type="dxa"/>
          </w:tcPr>
          <w:p w14:paraId="4315B186" w14:textId="0D81C760" w:rsidR="0085747A" w:rsidRPr="00F01C97" w:rsidRDefault="002A123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-</w:t>
            </w:r>
          </w:p>
        </w:tc>
      </w:tr>
    </w:tbl>
    <w:p w14:paraId="3F675E70" w14:textId="77777777" w:rsidR="0085747A" w:rsidRPr="00E5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9EB591" w14:textId="77777777" w:rsidR="0085747A" w:rsidRPr="00E52FD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52FD7">
        <w:rPr>
          <w:rFonts w:ascii="Corbel" w:hAnsi="Corbel"/>
          <w:sz w:val="24"/>
          <w:szCs w:val="24"/>
        </w:rPr>
        <w:t xml:space="preserve">, </w:t>
      </w:r>
      <w:r w:rsidRPr="00E52FD7">
        <w:rPr>
          <w:rFonts w:ascii="Corbel" w:hAnsi="Corbel"/>
          <w:sz w:val="24"/>
          <w:szCs w:val="24"/>
        </w:rPr>
        <w:t xml:space="preserve">zajęć praktycznych </w:t>
      </w:r>
    </w:p>
    <w:p w14:paraId="12A87570" w14:textId="77777777" w:rsidR="0085747A" w:rsidRPr="00E52FD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52FD7" w14:paraId="25CD3ACF" w14:textId="77777777" w:rsidTr="00923D7D">
        <w:tc>
          <w:tcPr>
            <w:tcW w:w="9639" w:type="dxa"/>
          </w:tcPr>
          <w:p w14:paraId="63AE039B" w14:textId="77777777" w:rsidR="0085747A" w:rsidRPr="00E52FD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2B01FB" w:rsidRPr="002A123C" w14:paraId="739CEEDB" w14:textId="77777777" w:rsidTr="009437D2">
        <w:tc>
          <w:tcPr>
            <w:tcW w:w="9639" w:type="dxa"/>
            <w:shd w:val="clear" w:color="auto" w:fill="FFFFFF" w:themeFill="background1"/>
          </w:tcPr>
          <w:p w14:paraId="4D55E772" w14:textId="77777777" w:rsidR="002B01FB" w:rsidRPr="00247539" w:rsidRDefault="00247539" w:rsidP="002B01FB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 w:rsidRPr="00247539">
              <w:rPr>
                <w:rFonts w:ascii="Corbel" w:hAnsi="Corbel"/>
                <w:sz w:val="24"/>
                <w:szCs w:val="24"/>
                <w:lang w:val="en-US"/>
              </w:rPr>
              <w:t xml:space="preserve">Defining social policy, comparative social policy, 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>welfare state</w:t>
            </w:r>
          </w:p>
        </w:tc>
      </w:tr>
      <w:tr w:rsidR="002B01FB" w:rsidRPr="002A123C" w14:paraId="7A40A6EA" w14:textId="77777777" w:rsidTr="009437D2">
        <w:tc>
          <w:tcPr>
            <w:tcW w:w="9639" w:type="dxa"/>
            <w:shd w:val="clear" w:color="auto" w:fill="FFFFFF" w:themeFill="background1"/>
          </w:tcPr>
          <w:p w14:paraId="66843DB8" w14:textId="77777777" w:rsidR="002B01FB" w:rsidRPr="00247539" w:rsidRDefault="00247539" w:rsidP="002B01FB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Social development and social welfare </w:t>
            </w:r>
          </w:p>
        </w:tc>
      </w:tr>
      <w:tr w:rsidR="00247539" w:rsidRPr="002A123C" w14:paraId="2CE06921" w14:textId="77777777" w:rsidTr="009437D2">
        <w:tc>
          <w:tcPr>
            <w:tcW w:w="9639" w:type="dxa"/>
            <w:shd w:val="clear" w:color="auto" w:fill="FFFFFF" w:themeFill="background1"/>
          </w:tcPr>
          <w:p w14:paraId="1D504E81" w14:textId="77777777" w:rsidR="00247539" w:rsidRDefault="00247539" w:rsidP="00247539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Basic issues: social security, pensions, social insurance, employment, </w:t>
            </w:r>
            <w:r w:rsidR="009437D2">
              <w:rPr>
                <w:rFonts w:ascii="Corbel" w:hAnsi="Corbel"/>
                <w:sz w:val="24"/>
                <w:szCs w:val="24"/>
                <w:lang w:val="en-US"/>
              </w:rPr>
              <w:t xml:space="preserve">social care, 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>health policy, poverty and social inclusion, housing</w:t>
            </w:r>
            <w:r w:rsidR="009437D2">
              <w:rPr>
                <w:rFonts w:ascii="Corbel" w:hAnsi="Corbel"/>
                <w:sz w:val="24"/>
                <w:szCs w:val="24"/>
                <w:lang w:val="en-US"/>
              </w:rPr>
              <w:t xml:space="preserve">, gender divisions, ageing, migrants and asylum seekers </w:t>
            </w:r>
          </w:p>
        </w:tc>
      </w:tr>
      <w:tr w:rsidR="002B01FB" w:rsidRPr="00247539" w14:paraId="55296A70" w14:textId="77777777" w:rsidTr="009437D2">
        <w:tc>
          <w:tcPr>
            <w:tcW w:w="9639" w:type="dxa"/>
            <w:shd w:val="clear" w:color="auto" w:fill="FFFFFF" w:themeFill="background1"/>
          </w:tcPr>
          <w:p w14:paraId="382DEEA8" w14:textId="77777777" w:rsidR="002B01FB" w:rsidRPr="00247539" w:rsidRDefault="00247539" w:rsidP="002B01FB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>Social policy in EU</w:t>
            </w:r>
          </w:p>
        </w:tc>
      </w:tr>
      <w:tr w:rsidR="009437D2" w:rsidRPr="002A123C" w14:paraId="624F79DC" w14:textId="77777777" w:rsidTr="009437D2">
        <w:tc>
          <w:tcPr>
            <w:tcW w:w="9639" w:type="dxa"/>
            <w:shd w:val="clear" w:color="auto" w:fill="FFFFFF" w:themeFill="background1"/>
          </w:tcPr>
          <w:p w14:paraId="30E52880" w14:textId="77777777" w:rsidR="009437D2" w:rsidRDefault="009437D2" w:rsidP="002B01FB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>Social policy in United States</w:t>
            </w:r>
            <w:r w:rsidR="000D6961">
              <w:rPr>
                <w:rFonts w:ascii="Corbel" w:hAnsi="Corbel"/>
                <w:sz w:val="24"/>
                <w:szCs w:val="24"/>
                <w:lang w:val="en-US"/>
              </w:rPr>
              <w:t>, East Asia and other selected countries</w:t>
            </w:r>
          </w:p>
        </w:tc>
      </w:tr>
      <w:tr w:rsidR="002B01FB" w:rsidRPr="002A123C" w14:paraId="6D4204FB" w14:textId="77777777" w:rsidTr="009437D2">
        <w:tc>
          <w:tcPr>
            <w:tcW w:w="9639" w:type="dxa"/>
            <w:shd w:val="clear" w:color="auto" w:fill="FFFFFF" w:themeFill="background1"/>
          </w:tcPr>
          <w:p w14:paraId="1E02D214" w14:textId="77777777" w:rsidR="002B01FB" w:rsidRPr="00247539" w:rsidRDefault="00247539" w:rsidP="002B01FB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>Equality, minority groups, disadvantaged persons and social justice</w:t>
            </w:r>
          </w:p>
        </w:tc>
      </w:tr>
      <w:tr w:rsidR="00247539" w:rsidRPr="002A123C" w14:paraId="003FC408" w14:textId="77777777" w:rsidTr="009437D2">
        <w:tc>
          <w:tcPr>
            <w:tcW w:w="9639" w:type="dxa"/>
            <w:shd w:val="clear" w:color="auto" w:fill="FFFFFF" w:themeFill="background1"/>
          </w:tcPr>
          <w:p w14:paraId="18C60879" w14:textId="77777777" w:rsidR="00247539" w:rsidRDefault="00247539" w:rsidP="00247539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>Measuring efficiency of social policy, discussion on efficiency criteria</w:t>
            </w:r>
          </w:p>
        </w:tc>
      </w:tr>
    </w:tbl>
    <w:p w14:paraId="2950119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14:paraId="7FC0A267" w14:textId="77777777" w:rsidR="00180CA9" w:rsidRPr="00247539" w:rsidRDefault="00180CA9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14:paraId="1C234700" w14:textId="3CF49C9D" w:rsidR="0085747A" w:rsidRDefault="00C44978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A123C">
        <w:rPr>
          <w:rFonts w:ascii="Corbel" w:hAnsi="Corbel"/>
          <w:smallCaps w:val="0"/>
          <w:szCs w:val="24"/>
        </w:rPr>
        <w:br w:type="column"/>
      </w:r>
      <w:r w:rsidR="009F4610" w:rsidRPr="00E52FD7">
        <w:rPr>
          <w:rFonts w:ascii="Corbel" w:hAnsi="Corbel"/>
          <w:smallCaps w:val="0"/>
          <w:szCs w:val="24"/>
        </w:rPr>
        <w:lastRenderedPageBreak/>
        <w:t>3.4 Metody dydaktyczne</w:t>
      </w:r>
      <w:r w:rsidR="009F4610" w:rsidRPr="00E52FD7">
        <w:rPr>
          <w:rFonts w:ascii="Corbel" w:hAnsi="Corbel"/>
          <w:b w:val="0"/>
          <w:smallCaps w:val="0"/>
          <w:szCs w:val="24"/>
        </w:rPr>
        <w:t xml:space="preserve"> </w:t>
      </w:r>
    </w:p>
    <w:p w14:paraId="0F28F50D" w14:textId="77777777" w:rsidR="00C44978" w:rsidRPr="00E52FD7" w:rsidRDefault="00C44978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0678EF7" w14:textId="7433BECA" w:rsidR="0085747A" w:rsidRPr="002A123C" w:rsidRDefault="002A123C" w:rsidP="009C54AE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Cs w:val="24"/>
        </w:rPr>
      </w:pPr>
      <w:r w:rsidRPr="002A123C">
        <w:rPr>
          <w:rFonts w:ascii="Corbel" w:hAnsi="Corbel"/>
          <w:b w:val="0"/>
          <w:i/>
          <w:iCs/>
          <w:smallCaps w:val="0"/>
          <w:szCs w:val="24"/>
        </w:rPr>
        <w:t xml:space="preserve">Konwersatorium: </w:t>
      </w:r>
      <w:r w:rsidR="002B01FB" w:rsidRPr="002A123C">
        <w:rPr>
          <w:rFonts w:ascii="Corbel" w:hAnsi="Corbel"/>
          <w:b w:val="0"/>
          <w:i/>
          <w:iCs/>
          <w:smallCaps w:val="0"/>
          <w:szCs w:val="24"/>
        </w:rPr>
        <w:t>analiza tekstu, dyskusja sokratejska, praca w grupach</w:t>
      </w:r>
      <w:r w:rsidRPr="002A123C">
        <w:rPr>
          <w:rFonts w:ascii="Corbel" w:hAnsi="Corbel"/>
          <w:b w:val="0"/>
          <w:i/>
          <w:iCs/>
          <w:smallCaps w:val="0"/>
          <w:szCs w:val="24"/>
        </w:rPr>
        <w:t>.</w:t>
      </w:r>
    </w:p>
    <w:p w14:paraId="22FFEC9C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24F0AA" w14:textId="77777777" w:rsidR="0085747A" w:rsidRPr="00E52FD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4. </w:t>
      </w:r>
      <w:r w:rsidR="0085747A" w:rsidRPr="00E52FD7">
        <w:rPr>
          <w:rFonts w:ascii="Corbel" w:hAnsi="Corbel"/>
          <w:smallCaps w:val="0"/>
          <w:szCs w:val="24"/>
        </w:rPr>
        <w:t>METODY I KRYTERIA OCENY</w:t>
      </w:r>
      <w:r w:rsidR="009F4610" w:rsidRPr="00E52FD7">
        <w:rPr>
          <w:rFonts w:ascii="Corbel" w:hAnsi="Corbel"/>
          <w:smallCaps w:val="0"/>
          <w:szCs w:val="24"/>
        </w:rPr>
        <w:t xml:space="preserve"> </w:t>
      </w:r>
    </w:p>
    <w:p w14:paraId="57319B59" w14:textId="77777777" w:rsidR="00923D7D" w:rsidRPr="00E52FD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218D42" w14:textId="77777777" w:rsidR="0085747A" w:rsidRPr="00E52FD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52FD7">
        <w:rPr>
          <w:rFonts w:ascii="Corbel" w:hAnsi="Corbel"/>
          <w:smallCaps w:val="0"/>
          <w:szCs w:val="24"/>
        </w:rPr>
        <w:t>uczenia się</w:t>
      </w:r>
    </w:p>
    <w:p w14:paraId="1334F459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52FD7" w14:paraId="7D712D8E" w14:textId="77777777" w:rsidTr="00C05F44">
        <w:tc>
          <w:tcPr>
            <w:tcW w:w="1985" w:type="dxa"/>
            <w:vAlign w:val="center"/>
          </w:tcPr>
          <w:p w14:paraId="718EA5DD" w14:textId="77777777" w:rsidR="0085747A" w:rsidRPr="00E52FD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87DFD95" w14:textId="77777777" w:rsidR="0085747A" w:rsidRPr="00E52FD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475FEFD" w14:textId="77777777" w:rsidR="0085747A" w:rsidRPr="00E52FD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DC42327" w14:textId="77777777" w:rsidR="00923D7D" w:rsidRPr="00E5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8855096" w14:textId="77777777" w:rsidR="0085747A" w:rsidRPr="00E5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52FD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52FD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01FB" w:rsidRPr="00E52FD7" w14:paraId="5767BA1E" w14:textId="77777777" w:rsidTr="002B01FB">
        <w:tc>
          <w:tcPr>
            <w:tcW w:w="1985" w:type="dxa"/>
          </w:tcPr>
          <w:p w14:paraId="79EDA116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52FD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52FD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Merge w:val="restart"/>
            <w:vAlign w:val="center"/>
          </w:tcPr>
          <w:p w14:paraId="2C49B69D" w14:textId="5E5E747F" w:rsidR="002B01FB" w:rsidRPr="002A123C" w:rsidRDefault="002A123C" w:rsidP="002B01FB">
            <w:pPr>
              <w:jc w:val="center"/>
              <w:rPr>
                <w:smallCaps/>
                <w:sz w:val="24"/>
                <w:szCs w:val="24"/>
              </w:rPr>
            </w:pPr>
            <w:r w:rsidRPr="002A123C">
              <w:rPr>
                <w:smallCaps/>
                <w:sz w:val="24"/>
                <w:szCs w:val="24"/>
              </w:rPr>
              <w:t>obserwacja w trakcie zajęć, kolokwium końcowe</w:t>
            </w:r>
          </w:p>
        </w:tc>
        <w:tc>
          <w:tcPr>
            <w:tcW w:w="2126" w:type="dxa"/>
            <w:vMerge w:val="restart"/>
            <w:vAlign w:val="center"/>
          </w:tcPr>
          <w:p w14:paraId="22EF74FC" w14:textId="6B71F73E" w:rsidR="002B01FB" w:rsidRPr="002A123C" w:rsidRDefault="002A123C" w:rsidP="002B01FB">
            <w:pPr>
              <w:jc w:val="center"/>
              <w:rPr>
                <w:smallCaps/>
                <w:sz w:val="24"/>
                <w:szCs w:val="24"/>
              </w:rPr>
            </w:pPr>
            <w:proofErr w:type="spellStart"/>
            <w:r w:rsidRPr="002A123C">
              <w:rPr>
                <w:smallCaps/>
                <w:sz w:val="24"/>
                <w:szCs w:val="24"/>
              </w:rPr>
              <w:t>konw</w:t>
            </w:r>
            <w:proofErr w:type="spellEnd"/>
            <w:r>
              <w:rPr>
                <w:smallCaps/>
                <w:sz w:val="24"/>
                <w:szCs w:val="24"/>
              </w:rPr>
              <w:t>.</w:t>
            </w:r>
          </w:p>
        </w:tc>
      </w:tr>
      <w:tr w:rsidR="002B01FB" w:rsidRPr="00E52FD7" w14:paraId="5DC66ACE" w14:textId="77777777" w:rsidTr="00C05F44">
        <w:tc>
          <w:tcPr>
            <w:tcW w:w="1985" w:type="dxa"/>
          </w:tcPr>
          <w:p w14:paraId="415BF12E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2FD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Merge/>
          </w:tcPr>
          <w:p w14:paraId="7F405B35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62F7F6DD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2B01FB" w:rsidRPr="00E52FD7" w14:paraId="754FB0AA" w14:textId="77777777" w:rsidTr="00C05F44">
        <w:tc>
          <w:tcPr>
            <w:tcW w:w="1985" w:type="dxa"/>
          </w:tcPr>
          <w:p w14:paraId="1FFC379B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2F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14:paraId="29EDF5D3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28FC6231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0D3952D0" w14:textId="77777777" w:rsidR="00923D7D" w:rsidRPr="00E52FD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2A9C26" w14:textId="77777777" w:rsidR="0085747A" w:rsidRPr="00E52FD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4.2 </w:t>
      </w:r>
      <w:r w:rsidR="0085747A" w:rsidRPr="00E52FD7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52FD7">
        <w:rPr>
          <w:rFonts w:ascii="Corbel" w:hAnsi="Corbel"/>
          <w:smallCaps w:val="0"/>
          <w:szCs w:val="24"/>
        </w:rPr>
        <w:t xml:space="preserve"> </w:t>
      </w:r>
    </w:p>
    <w:p w14:paraId="5CB54C8C" w14:textId="77777777" w:rsidR="00923D7D" w:rsidRPr="00E52FD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52FD7" w14:paraId="38AD77C3" w14:textId="77777777" w:rsidTr="00923D7D">
        <w:tc>
          <w:tcPr>
            <w:tcW w:w="9670" w:type="dxa"/>
          </w:tcPr>
          <w:p w14:paraId="324682AF" w14:textId="77777777" w:rsidR="0085747A" w:rsidRPr="00E5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61035A9" w14:textId="77777777" w:rsidR="00923D7D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Aktywność na zajęciach, zaliczenie kolokwium końcowego (min. 50% punktów +1)</w:t>
            </w:r>
          </w:p>
          <w:p w14:paraId="46E7762D" w14:textId="77777777" w:rsidR="0085747A" w:rsidRPr="00E5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1D83E64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DE7845" w14:textId="77777777" w:rsidR="009F4610" w:rsidRPr="00E52FD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52FD7">
        <w:rPr>
          <w:rFonts w:ascii="Corbel" w:hAnsi="Corbel"/>
          <w:b/>
          <w:sz w:val="24"/>
          <w:szCs w:val="24"/>
        </w:rPr>
        <w:t xml:space="preserve">5. </w:t>
      </w:r>
      <w:r w:rsidR="00C61DC5" w:rsidRPr="00E52FD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4B89EF2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52FD7" w14:paraId="6B06F694" w14:textId="77777777" w:rsidTr="003E1941">
        <w:tc>
          <w:tcPr>
            <w:tcW w:w="4962" w:type="dxa"/>
            <w:vAlign w:val="center"/>
          </w:tcPr>
          <w:p w14:paraId="19B68661" w14:textId="77777777" w:rsidR="0085747A" w:rsidRPr="00E5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52FD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52FD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A4DF043" w14:textId="77777777" w:rsidR="0085747A" w:rsidRPr="00E5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52FD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52FD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52FD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52FD7" w14:paraId="2841B047" w14:textId="77777777" w:rsidTr="002B01FB">
        <w:tc>
          <w:tcPr>
            <w:tcW w:w="4962" w:type="dxa"/>
          </w:tcPr>
          <w:p w14:paraId="052E8D78" w14:textId="77777777" w:rsidR="0085747A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G</w:t>
            </w:r>
            <w:r w:rsidR="0085747A" w:rsidRPr="00E52FD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52FD7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52FD7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52FD7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52FD7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52FD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52FD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5F5F841" w14:textId="77777777" w:rsidR="0085747A" w:rsidRPr="00E52FD7" w:rsidRDefault="008832B9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E52FD7" w14:paraId="3CF57976" w14:textId="77777777" w:rsidTr="002B01FB">
        <w:tc>
          <w:tcPr>
            <w:tcW w:w="4962" w:type="dxa"/>
          </w:tcPr>
          <w:p w14:paraId="7B146563" w14:textId="77777777" w:rsidR="00C61DC5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52FD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8827FC0" w14:textId="77777777" w:rsidR="00C61DC5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16BBB19" w14:textId="77777777" w:rsidR="00C61DC5" w:rsidRPr="00E52FD7" w:rsidRDefault="002B01FB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E52FD7" w14:paraId="42B5DC27" w14:textId="77777777" w:rsidTr="002B01FB">
        <w:tc>
          <w:tcPr>
            <w:tcW w:w="4962" w:type="dxa"/>
          </w:tcPr>
          <w:p w14:paraId="3041735E" w14:textId="77777777" w:rsidR="0071620A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9F3AC45" w14:textId="77777777" w:rsidR="00C61DC5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7424CC13" w14:textId="77777777" w:rsidR="00C61DC5" w:rsidRPr="00E52FD7" w:rsidRDefault="008832B9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E52FD7" w14:paraId="26C19D64" w14:textId="77777777" w:rsidTr="002B01FB">
        <w:tc>
          <w:tcPr>
            <w:tcW w:w="4962" w:type="dxa"/>
          </w:tcPr>
          <w:p w14:paraId="55CBA9B2" w14:textId="77777777" w:rsidR="0085747A" w:rsidRPr="00E52FD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0139F03A" w14:textId="77777777" w:rsidR="0085747A" w:rsidRPr="00E52FD7" w:rsidRDefault="008832B9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2B01FB" w:rsidRPr="00E52FD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E52FD7" w14:paraId="5A4CB685" w14:textId="77777777" w:rsidTr="002B01FB">
        <w:tc>
          <w:tcPr>
            <w:tcW w:w="4962" w:type="dxa"/>
          </w:tcPr>
          <w:p w14:paraId="6CBFC145" w14:textId="77777777" w:rsidR="0085747A" w:rsidRPr="00E52FD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13666566" w14:textId="77777777" w:rsidR="0085747A" w:rsidRPr="00E52FD7" w:rsidRDefault="008832B9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02FC8F" w14:textId="77777777" w:rsidR="0085747A" w:rsidRPr="00E52FD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52FD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52FD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9FD789" w14:textId="77777777" w:rsidR="003E1941" w:rsidRPr="00E52FD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1C7796" w14:textId="77777777" w:rsidR="0085747A" w:rsidRPr="00E52FD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6. </w:t>
      </w:r>
      <w:r w:rsidR="0085747A" w:rsidRPr="00E52FD7">
        <w:rPr>
          <w:rFonts w:ascii="Corbel" w:hAnsi="Corbel"/>
          <w:smallCaps w:val="0"/>
          <w:szCs w:val="24"/>
        </w:rPr>
        <w:t>PRAKTYKI ZAWO</w:t>
      </w:r>
      <w:r w:rsidR="009D3F3B" w:rsidRPr="00E52FD7">
        <w:rPr>
          <w:rFonts w:ascii="Corbel" w:hAnsi="Corbel"/>
          <w:smallCaps w:val="0"/>
          <w:szCs w:val="24"/>
        </w:rPr>
        <w:t>DOWE W RAMACH PRZEDMIOTU</w:t>
      </w:r>
    </w:p>
    <w:p w14:paraId="0324A703" w14:textId="77777777" w:rsidR="0085747A" w:rsidRPr="00E52FD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44978" w:rsidRPr="00E52FD7" w14:paraId="1566F13B" w14:textId="77777777" w:rsidTr="00C44978">
        <w:trPr>
          <w:trHeight w:val="397"/>
        </w:trPr>
        <w:tc>
          <w:tcPr>
            <w:tcW w:w="3544" w:type="dxa"/>
          </w:tcPr>
          <w:p w14:paraId="3027D8C3" w14:textId="77777777" w:rsidR="00C44978" w:rsidRPr="00E52FD7" w:rsidRDefault="00C44978" w:rsidP="00C44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3B36CF0" w14:textId="53A9BF82" w:rsidR="00C44978" w:rsidRPr="00E52FD7" w:rsidRDefault="00C44978" w:rsidP="00C44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7F65">
              <w:rPr>
                <w:rFonts w:ascii="Corbel" w:hAnsi="Corbel"/>
                <w:b w:val="0"/>
              </w:rPr>
              <w:t>Nie dotyczy</w:t>
            </w:r>
          </w:p>
        </w:tc>
      </w:tr>
      <w:tr w:rsidR="00C44978" w:rsidRPr="00E52FD7" w14:paraId="0C8AB984" w14:textId="77777777" w:rsidTr="00C44978">
        <w:trPr>
          <w:trHeight w:val="397"/>
        </w:trPr>
        <w:tc>
          <w:tcPr>
            <w:tcW w:w="3544" w:type="dxa"/>
          </w:tcPr>
          <w:p w14:paraId="29412732" w14:textId="77777777" w:rsidR="00C44978" w:rsidRPr="00E52FD7" w:rsidRDefault="00C44978" w:rsidP="00C44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3897CEF" w14:textId="44ADC1BF" w:rsidR="00C44978" w:rsidRPr="00E52FD7" w:rsidRDefault="00C44978" w:rsidP="00C44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7F65">
              <w:rPr>
                <w:rFonts w:ascii="Corbel" w:hAnsi="Corbel"/>
                <w:b w:val="0"/>
              </w:rPr>
              <w:t>Nie dotyczy</w:t>
            </w:r>
          </w:p>
        </w:tc>
      </w:tr>
    </w:tbl>
    <w:p w14:paraId="40FBA48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E33233" w14:textId="77777777" w:rsidR="00E52FD7" w:rsidRDefault="00E52FD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09849F" w14:textId="77777777" w:rsidR="00E52FD7" w:rsidRDefault="00E52FD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31CD82" w14:textId="77777777" w:rsidR="00E52FD7" w:rsidRPr="00E52FD7" w:rsidRDefault="00E52FD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A5D6E8" w14:textId="77777777" w:rsidR="0085747A" w:rsidRPr="00E52FD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E52FD7">
        <w:rPr>
          <w:rFonts w:ascii="Corbel" w:hAnsi="Corbel"/>
          <w:smallCaps w:val="0"/>
          <w:szCs w:val="24"/>
        </w:rPr>
        <w:t>LITERATURA</w:t>
      </w:r>
      <w:r w:rsidRPr="00E52FD7">
        <w:rPr>
          <w:rFonts w:ascii="Corbel" w:hAnsi="Corbel"/>
          <w:smallCaps w:val="0"/>
          <w:szCs w:val="24"/>
        </w:rPr>
        <w:t xml:space="preserve"> </w:t>
      </w:r>
    </w:p>
    <w:p w14:paraId="3D326496" w14:textId="77777777" w:rsidR="00675843" w:rsidRPr="00E52FD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2A123C" w14:paraId="74DB08B9" w14:textId="77777777" w:rsidTr="00C44978">
        <w:trPr>
          <w:trHeight w:val="397"/>
        </w:trPr>
        <w:tc>
          <w:tcPr>
            <w:tcW w:w="7513" w:type="dxa"/>
          </w:tcPr>
          <w:p w14:paraId="5149B452" w14:textId="77777777" w:rsidR="0085747A" w:rsidRPr="001F287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</w:pPr>
            <w:proofErr w:type="spellStart"/>
            <w:r w:rsidRPr="001F287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Literatura</w:t>
            </w:r>
            <w:proofErr w:type="spellEnd"/>
            <w:r w:rsidRPr="001F287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1F287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podstawowa</w:t>
            </w:r>
            <w:proofErr w:type="spellEnd"/>
            <w:r w:rsidRPr="001F287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:</w:t>
            </w:r>
          </w:p>
          <w:p w14:paraId="39B0386D" w14:textId="77777777" w:rsidR="001F2877" w:rsidRPr="001F2877" w:rsidRDefault="001F2877" w:rsidP="001F28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proofErr w:type="spellStart"/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Alcock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P., </w:t>
            </w:r>
            <w:proofErr w:type="spellStart"/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Haux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T.</w:t>
            </w: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May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M.</w:t>
            </w: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Wright S. (red.</w:t>
            </w: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. (2016).  </w:t>
            </w:r>
            <w:r w:rsidRPr="009C258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The Student's Companion to Social Policy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Oxford: </w:t>
            </w:r>
            <w:r w:rsidRPr="001F287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Wiley-Blackwell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</w:p>
          <w:p w14:paraId="3871742E" w14:textId="77777777" w:rsidR="001F2877" w:rsidRPr="001F2877" w:rsidRDefault="001F2877" w:rsidP="001F28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Anderson K. (2015). </w:t>
            </w:r>
            <w:r w:rsidRPr="00247539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Social Policy in the European Union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London:</w:t>
            </w:r>
            <w:r w:rsidRPr="001F2877">
              <w:rPr>
                <w:rFonts w:ascii="Helvetica" w:hAnsi="Helvetica"/>
                <w:b w:val="0"/>
                <w:smallCaps w:val="0"/>
                <w:color w:val="000000"/>
                <w:sz w:val="22"/>
                <w:shd w:val="clear" w:color="auto" w:fill="F0F7FD"/>
                <w:lang w:val="en-US"/>
              </w:rPr>
              <w:t xml:space="preserve"> </w:t>
            </w:r>
            <w:r w:rsidRPr="001F287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Red Globe Press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</w:p>
          <w:p w14:paraId="71D78A21" w14:textId="7FD545E8" w:rsidR="00247539" w:rsidRPr="001F2877" w:rsidRDefault="001F2877" w:rsidP="001F28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Kennett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P.</w:t>
            </w: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 (2013).</w:t>
            </w: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280122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A Handbook of Comparative Social Policy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. </w:t>
            </w:r>
            <w:proofErr w:type="spellStart"/>
            <w:r w:rsidRPr="001F287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Glos</w:t>
            </w:r>
            <w:proofErr w:type="spellEnd"/>
            <w:r w:rsidRPr="001F287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: Edward Elgar Publishing Limited.</w:t>
            </w:r>
          </w:p>
        </w:tc>
      </w:tr>
      <w:tr w:rsidR="0085747A" w:rsidRPr="002A123C" w14:paraId="03A82A5E" w14:textId="77777777" w:rsidTr="00C44978">
        <w:trPr>
          <w:trHeight w:val="397"/>
        </w:trPr>
        <w:tc>
          <w:tcPr>
            <w:tcW w:w="7513" w:type="dxa"/>
          </w:tcPr>
          <w:p w14:paraId="713F0AE3" w14:textId="39DDED95" w:rsidR="00E52FD7" w:rsidRPr="001F2877" w:rsidRDefault="0085747A" w:rsidP="001F28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</w:pPr>
            <w:proofErr w:type="spellStart"/>
            <w:r w:rsidRPr="001F287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Literatura</w:t>
            </w:r>
            <w:proofErr w:type="spellEnd"/>
            <w:r w:rsidRPr="001F287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1F287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uzupełniająca</w:t>
            </w:r>
            <w:proofErr w:type="spellEnd"/>
            <w:r w:rsidRPr="001F287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:</w:t>
            </w:r>
          </w:p>
          <w:p w14:paraId="53943D47" w14:textId="77777777" w:rsidR="001F2877" w:rsidRPr="009C258C" w:rsidRDefault="001F2877" w:rsidP="001F28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Hill M. (2006). </w:t>
            </w:r>
            <w:r w:rsidRPr="009C258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Social Policy in Modern World P. A Comparative Text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Oxford: </w:t>
            </w:r>
            <w:r w:rsidRPr="001F287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 Wiley-Blackwell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</w:p>
          <w:p w14:paraId="64C5645D" w14:textId="78FFB8B0" w:rsidR="009C258C" w:rsidRPr="009C258C" w:rsidRDefault="001F2877" w:rsidP="001F28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Sealey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C. (2015).</w:t>
            </w: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9C258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Social Policy Simplified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. </w:t>
            </w:r>
            <w:r w:rsidRPr="001F287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Connecting Theory with People's Lives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  <w:r w:rsidRPr="001F287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London:</w:t>
            </w:r>
            <w:r w:rsidRPr="001F2877">
              <w:rPr>
                <w:rFonts w:ascii="Arial" w:hAnsi="Arial" w:cs="Arial"/>
                <w:bCs/>
                <w:smallCaps w:val="0"/>
                <w:color w:val="0F1111"/>
                <w:sz w:val="21"/>
                <w:szCs w:val="21"/>
                <w:shd w:val="clear" w:color="auto" w:fill="FFFFFF"/>
                <w:lang w:val="en-US"/>
              </w:rPr>
              <w:t xml:space="preserve"> </w:t>
            </w:r>
            <w:r w:rsidRPr="001F2877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>Palgrave Macmillan</w:t>
            </w:r>
            <w:r w:rsidRPr="001F2877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>.</w:t>
            </w:r>
          </w:p>
        </w:tc>
      </w:tr>
    </w:tbl>
    <w:p w14:paraId="656DFECF" w14:textId="77777777" w:rsidR="0085747A" w:rsidRPr="009C258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3F378721" w14:textId="77777777" w:rsidR="009437D2" w:rsidRPr="009C258C" w:rsidRDefault="009437D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5047D075" w14:textId="77777777" w:rsidR="0085747A" w:rsidRPr="00E52FD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52FD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52FD7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83B6A" w14:textId="77777777" w:rsidR="00844EC2" w:rsidRDefault="00844EC2" w:rsidP="00C16ABF">
      <w:pPr>
        <w:spacing w:after="0" w:line="240" w:lineRule="auto"/>
      </w:pPr>
      <w:r>
        <w:separator/>
      </w:r>
    </w:p>
  </w:endnote>
  <w:endnote w:type="continuationSeparator" w:id="0">
    <w:p w14:paraId="7FC53813" w14:textId="77777777" w:rsidR="00844EC2" w:rsidRDefault="00844EC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88745325"/>
      <w:docPartObj>
        <w:docPartGallery w:val="Page Numbers (Bottom of Page)"/>
        <w:docPartUnique/>
      </w:docPartObj>
    </w:sdtPr>
    <w:sdtEndPr/>
    <w:sdtContent>
      <w:p w14:paraId="3C22E485" w14:textId="77777777" w:rsidR="00E52FD7" w:rsidRDefault="00E52FD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CEB">
          <w:rPr>
            <w:noProof/>
          </w:rPr>
          <w:t>1</w:t>
        </w:r>
        <w:r>
          <w:fldChar w:fldCharType="end"/>
        </w:r>
      </w:p>
    </w:sdtContent>
  </w:sdt>
  <w:p w14:paraId="21A59C15" w14:textId="77777777" w:rsidR="00E52FD7" w:rsidRDefault="00E52F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2A5F1" w14:textId="77777777" w:rsidR="00844EC2" w:rsidRDefault="00844EC2" w:rsidP="00C16ABF">
      <w:pPr>
        <w:spacing w:after="0" w:line="240" w:lineRule="auto"/>
      </w:pPr>
      <w:r>
        <w:separator/>
      </w:r>
    </w:p>
  </w:footnote>
  <w:footnote w:type="continuationSeparator" w:id="0">
    <w:p w14:paraId="2EF45C78" w14:textId="77777777" w:rsidR="00844EC2" w:rsidRDefault="00844EC2" w:rsidP="00C16ABF">
      <w:pPr>
        <w:spacing w:after="0" w:line="240" w:lineRule="auto"/>
      </w:pPr>
      <w:r>
        <w:continuationSeparator/>
      </w:r>
    </w:p>
  </w:footnote>
  <w:footnote w:id="1">
    <w:p w14:paraId="7214382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961"/>
    <w:rsid w:val="000F1C57"/>
    <w:rsid w:val="000F5615"/>
    <w:rsid w:val="00124BFF"/>
    <w:rsid w:val="0012560E"/>
    <w:rsid w:val="00127108"/>
    <w:rsid w:val="00134B13"/>
    <w:rsid w:val="00144FE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CA9"/>
    <w:rsid w:val="00191E28"/>
    <w:rsid w:val="00192F37"/>
    <w:rsid w:val="001A70D2"/>
    <w:rsid w:val="001C4DDB"/>
    <w:rsid w:val="001D657B"/>
    <w:rsid w:val="001D7B54"/>
    <w:rsid w:val="001E0209"/>
    <w:rsid w:val="001F2877"/>
    <w:rsid w:val="001F2CA2"/>
    <w:rsid w:val="001F585A"/>
    <w:rsid w:val="002144C0"/>
    <w:rsid w:val="0022477D"/>
    <w:rsid w:val="002278A9"/>
    <w:rsid w:val="002336F9"/>
    <w:rsid w:val="0024028F"/>
    <w:rsid w:val="00244ABC"/>
    <w:rsid w:val="00247539"/>
    <w:rsid w:val="00280122"/>
    <w:rsid w:val="00281FF2"/>
    <w:rsid w:val="002857DE"/>
    <w:rsid w:val="00291567"/>
    <w:rsid w:val="002A123C"/>
    <w:rsid w:val="002A22BF"/>
    <w:rsid w:val="002A2389"/>
    <w:rsid w:val="002A671D"/>
    <w:rsid w:val="002B01FB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65B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020F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4445"/>
    <w:rsid w:val="0047598D"/>
    <w:rsid w:val="004840FD"/>
    <w:rsid w:val="00490F7D"/>
    <w:rsid w:val="00491678"/>
    <w:rsid w:val="004968E2"/>
    <w:rsid w:val="004A3EEA"/>
    <w:rsid w:val="004A4D1F"/>
    <w:rsid w:val="004C58F0"/>
    <w:rsid w:val="004D5282"/>
    <w:rsid w:val="004F1551"/>
    <w:rsid w:val="004F55A3"/>
    <w:rsid w:val="0050496F"/>
    <w:rsid w:val="00513B6F"/>
    <w:rsid w:val="00517C63"/>
    <w:rsid w:val="00521C6D"/>
    <w:rsid w:val="005363C4"/>
    <w:rsid w:val="00536BDE"/>
    <w:rsid w:val="00543ACC"/>
    <w:rsid w:val="00550147"/>
    <w:rsid w:val="0056696D"/>
    <w:rsid w:val="00591289"/>
    <w:rsid w:val="00593417"/>
    <w:rsid w:val="0059484D"/>
    <w:rsid w:val="005A0855"/>
    <w:rsid w:val="005A3196"/>
    <w:rsid w:val="005A37A8"/>
    <w:rsid w:val="005C080F"/>
    <w:rsid w:val="005C1D62"/>
    <w:rsid w:val="005C55E5"/>
    <w:rsid w:val="005C696A"/>
    <w:rsid w:val="005E6E85"/>
    <w:rsid w:val="005F31D2"/>
    <w:rsid w:val="0061029B"/>
    <w:rsid w:val="0061225D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409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903"/>
    <w:rsid w:val="007A4022"/>
    <w:rsid w:val="007A6E6E"/>
    <w:rsid w:val="007C3299"/>
    <w:rsid w:val="007C3BCC"/>
    <w:rsid w:val="007C4546"/>
    <w:rsid w:val="007D5CB2"/>
    <w:rsid w:val="007D6E56"/>
    <w:rsid w:val="007F4155"/>
    <w:rsid w:val="0081554D"/>
    <w:rsid w:val="0081707E"/>
    <w:rsid w:val="008449B3"/>
    <w:rsid w:val="00844EC2"/>
    <w:rsid w:val="008552A2"/>
    <w:rsid w:val="0085747A"/>
    <w:rsid w:val="008832B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7D2"/>
    <w:rsid w:val="009508DF"/>
    <w:rsid w:val="00950DAC"/>
    <w:rsid w:val="00954A07"/>
    <w:rsid w:val="00983E23"/>
    <w:rsid w:val="00997F14"/>
    <w:rsid w:val="009A78D9"/>
    <w:rsid w:val="009C258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7851"/>
    <w:rsid w:val="00A2245B"/>
    <w:rsid w:val="00A30110"/>
    <w:rsid w:val="00A36899"/>
    <w:rsid w:val="00A371F6"/>
    <w:rsid w:val="00A43BF6"/>
    <w:rsid w:val="00A50CEB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5D0"/>
    <w:rsid w:val="00B819C8"/>
    <w:rsid w:val="00B82308"/>
    <w:rsid w:val="00B90885"/>
    <w:rsid w:val="00BA57B9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4978"/>
    <w:rsid w:val="00C46059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7BE"/>
    <w:rsid w:val="00DA2114"/>
    <w:rsid w:val="00DD35D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2FD7"/>
    <w:rsid w:val="00E63348"/>
    <w:rsid w:val="00E742AA"/>
    <w:rsid w:val="00E76F64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D41"/>
    <w:rsid w:val="00F01C97"/>
    <w:rsid w:val="00F070AB"/>
    <w:rsid w:val="00F17567"/>
    <w:rsid w:val="00F27A7B"/>
    <w:rsid w:val="00F3200D"/>
    <w:rsid w:val="00F526AF"/>
    <w:rsid w:val="00F617C3"/>
    <w:rsid w:val="00F702D5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6681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8C7BE"/>
  <w15:docId w15:val="{3ED3CA26-B739-4D1F-A628-419C4DD5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CC95DC-24AF-4881-B435-8C711180F5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E4E35D-6F8C-4A29-BA8B-1DC62E7042F5}"/>
</file>

<file path=customXml/itemProps3.xml><?xml version="1.0" encoding="utf-8"?>
<ds:datastoreItem xmlns:ds="http://schemas.openxmlformats.org/officeDocument/2006/customXml" ds:itemID="{3FDCF21D-5733-4B76-9523-CA686E5EB107}"/>
</file>

<file path=customXml/itemProps4.xml><?xml version="1.0" encoding="utf-8"?>
<ds:datastoreItem xmlns:ds="http://schemas.openxmlformats.org/officeDocument/2006/customXml" ds:itemID="{28FD97BD-BAC0-46A0-9D0C-4D666F8EF674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20</TotalTime>
  <Pages>4</Pages>
  <Words>698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Krzysztof Jamroży</cp:lastModifiedBy>
  <cp:revision>10</cp:revision>
  <cp:lastPrinted>2019-07-10T14:44:00Z</cp:lastPrinted>
  <dcterms:created xsi:type="dcterms:W3CDTF">2020-10-30T07:54:00Z</dcterms:created>
  <dcterms:modified xsi:type="dcterms:W3CDTF">2021-10-01T14:27:00Z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